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F6" w:rsidRPr="007474AB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 xml:space="preserve">Приложение </w:t>
      </w:r>
      <w:r>
        <w:rPr>
          <w:b w:val="0"/>
          <w:bCs w:val="0"/>
          <w:sz w:val="24"/>
          <w:szCs w:val="24"/>
        </w:rPr>
        <w:t>19</w:t>
      </w:r>
    </w:p>
    <w:p w:rsidR="004560F6" w:rsidRPr="007474AB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>к решению Совета депутатов</w:t>
      </w:r>
    </w:p>
    <w:p w:rsidR="004560F6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Октябрьского</w:t>
      </w:r>
      <w:r w:rsidRPr="007474AB">
        <w:rPr>
          <w:b w:val="0"/>
          <w:bCs w:val="0"/>
          <w:sz w:val="24"/>
          <w:szCs w:val="24"/>
        </w:rPr>
        <w:t xml:space="preserve"> сельского поселения</w:t>
      </w:r>
    </w:p>
    <w:p w:rsidR="004560F6" w:rsidRPr="007474AB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Краснинского района Смоленской области</w:t>
      </w:r>
    </w:p>
    <w:p w:rsidR="004560F6" w:rsidRPr="007474AB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 xml:space="preserve">«О бюджете </w:t>
      </w:r>
      <w:r>
        <w:rPr>
          <w:b w:val="0"/>
          <w:bCs w:val="0"/>
          <w:sz w:val="24"/>
          <w:szCs w:val="24"/>
        </w:rPr>
        <w:t>Октябрьского</w:t>
      </w:r>
      <w:r w:rsidRPr="007474AB">
        <w:rPr>
          <w:b w:val="0"/>
          <w:bCs w:val="0"/>
          <w:sz w:val="24"/>
          <w:szCs w:val="24"/>
        </w:rPr>
        <w:t xml:space="preserve"> сельского поселения </w:t>
      </w:r>
    </w:p>
    <w:p w:rsidR="004560F6" w:rsidRPr="007474AB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 w:rsidRPr="007474AB">
        <w:rPr>
          <w:b w:val="0"/>
          <w:bCs w:val="0"/>
          <w:sz w:val="24"/>
          <w:szCs w:val="24"/>
        </w:rPr>
        <w:t>Краснинского</w:t>
      </w:r>
      <w:r>
        <w:rPr>
          <w:b w:val="0"/>
          <w:bCs w:val="0"/>
          <w:sz w:val="24"/>
          <w:szCs w:val="24"/>
        </w:rPr>
        <w:t xml:space="preserve"> </w:t>
      </w:r>
      <w:r w:rsidRPr="007474AB">
        <w:rPr>
          <w:b w:val="0"/>
          <w:bCs w:val="0"/>
          <w:sz w:val="24"/>
          <w:szCs w:val="24"/>
        </w:rPr>
        <w:t xml:space="preserve"> района Смоленской области </w:t>
      </w:r>
    </w:p>
    <w:p w:rsidR="004560F6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на 2017</w:t>
      </w:r>
      <w:r w:rsidRPr="007474AB">
        <w:rPr>
          <w:b w:val="0"/>
          <w:bCs w:val="0"/>
          <w:sz w:val="24"/>
          <w:szCs w:val="24"/>
        </w:rPr>
        <w:t xml:space="preserve"> год</w:t>
      </w:r>
      <w:r>
        <w:rPr>
          <w:b w:val="0"/>
          <w:bCs w:val="0"/>
          <w:sz w:val="24"/>
          <w:szCs w:val="24"/>
        </w:rPr>
        <w:t xml:space="preserve"> и на плановй период 2018 и </w:t>
      </w:r>
    </w:p>
    <w:p w:rsidR="004560F6" w:rsidRPr="007474AB" w:rsidRDefault="004560F6" w:rsidP="003175A0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2019 годов</w:t>
      </w:r>
      <w:r w:rsidRPr="007474AB">
        <w:rPr>
          <w:b w:val="0"/>
          <w:bCs w:val="0"/>
          <w:sz w:val="24"/>
          <w:szCs w:val="24"/>
        </w:rPr>
        <w:t>»</w:t>
      </w:r>
    </w:p>
    <w:p w:rsidR="004560F6" w:rsidRDefault="004560F6" w:rsidP="003175A0">
      <w:pPr>
        <w:pStyle w:val="BodyTextIndent2"/>
        <w:spacing w:line="240" w:lineRule="auto"/>
        <w:jc w:val="right"/>
        <w:rPr>
          <w:b/>
          <w:bCs/>
        </w:rPr>
      </w:pPr>
      <w:r>
        <w:rPr>
          <w:sz w:val="24"/>
          <w:szCs w:val="24"/>
        </w:rPr>
        <w:t xml:space="preserve">от  27.декабря 2016 г.      </w:t>
      </w:r>
      <w:r w:rsidRPr="0060710B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19   </w:t>
      </w:r>
    </w:p>
    <w:p w:rsidR="004560F6" w:rsidRPr="00B52F86" w:rsidRDefault="004560F6" w:rsidP="003175A0">
      <w:pPr>
        <w:spacing w:line="240" w:lineRule="auto"/>
        <w:jc w:val="right"/>
        <w:rPr>
          <w:rFonts w:ascii="Times New Roman" w:hAnsi="Times New Roman" w:cs="Times New Roman"/>
        </w:rPr>
      </w:pPr>
      <w:r w:rsidRPr="00B52F86">
        <w:rPr>
          <w:rFonts w:ascii="Times New Roman" w:hAnsi="Times New Roman" w:cs="Times New Roman"/>
          <w:u w:val="single"/>
        </w:rPr>
        <w:t xml:space="preserve"> </w:t>
      </w:r>
    </w:p>
    <w:p w:rsidR="004560F6" w:rsidRPr="00B52F86" w:rsidRDefault="004560F6" w:rsidP="00B52F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60F6" w:rsidRPr="00B52F86" w:rsidRDefault="004560F6" w:rsidP="00B52F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F86">
        <w:rPr>
          <w:rFonts w:ascii="Times New Roman" w:hAnsi="Times New Roman" w:cs="Times New Roman"/>
          <w:b/>
          <w:bCs/>
          <w:sz w:val="24"/>
          <w:szCs w:val="24"/>
        </w:rPr>
        <w:t>ЦЕЛИ</w:t>
      </w:r>
    </w:p>
    <w:p w:rsidR="004560F6" w:rsidRPr="00B52F86" w:rsidRDefault="004560F6" w:rsidP="00B52F86">
      <w:pPr>
        <w:jc w:val="center"/>
        <w:rPr>
          <w:rFonts w:ascii="Times New Roman" w:hAnsi="Times New Roman" w:cs="Times New Roman"/>
          <w:sz w:val="24"/>
          <w:szCs w:val="24"/>
        </w:rPr>
      </w:pPr>
      <w:r w:rsidRPr="00B52F86">
        <w:rPr>
          <w:rFonts w:ascii="Times New Roman" w:hAnsi="Times New Roman" w:cs="Times New Roman"/>
          <w:b/>
          <w:bCs/>
          <w:sz w:val="24"/>
          <w:szCs w:val="24"/>
        </w:rPr>
        <w:t>предоставления субсидий юридическим лицам, указанным в статье 78 Бюджетного кодекса Российской Федерации, объем бюджетных ассигнований на предостав</w:t>
      </w:r>
      <w:r>
        <w:rPr>
          <w:rFonts w:ascii="Times New Roman" w:hAnsi="Times New Roman" w:cs="Times New Roman"/>
          <w:b/>
          <w:bCs/>
          <w:sz w:val="24"/>
          <w:szCs w:val="24"/>
        </w:rPr>
        <w:t>ление конкретной субсидии в 2017</w:t>
      </w:r>
      <w:r w:rsidRPr="00B52F86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4560F6" w:rsidRPr="00B52F86" w:rsidRDefault="004560F6" w:rsidP="00B52F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60F6" w:rsidRPr="00B52F86" w:rsidRDefault="004560F6" w:rsidP="00B52F8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B52F86">
        <w:rPr>
          <w:rFonts w:ascii="Times New Roman" w:hAnsi="Times New Roman" w:cs="Times New Roman"/>
          <w:sz w:val="24"/>
          <w:szCs w:val="24"/>
        </w:rPr>
        <w:t>(тыс. руб.)</w:t>
      </w:r>
    </w:p>
    <w:tbl>
      <w:tblPr>
        <w:tblW w:w="10218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7380"/>
        <w:gridCol w:w="2118"/>
      </w:tblGrid>
      <w:tr w:rsidR="004560F6" w:rsidRPr="00AF7E5B">
        <w:trPr>
          <w:cantSplit/>
          <w:trHeight w:val="480"/>
        </w:trPr>
        <w:tc>
          <w:tcPr>
            <w:tcW w:w="709" w:type="dxa"/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391" w:type="dxa"/>
            <w:gridSpan w:val="2"/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субсидии</w:t>
            </w:r>
          </w:p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4560F6" w:rsidRPr="00AF7E5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60F6" w:rsidRPr="00AF7E5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1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560F6" w:rsidRPr="00B52F86" w:rsidRDefault="004560F6" w:rsidP="00890E4F">
            <w:pPr>
              <w:pStyle w:val="ConsNonformat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52F86">
              <w:rPr>
                <w:rFonts w:ascii="Times New Roman" w:hAnsi="Times New Roman" w:cs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560F6" w:rsidRPr="00AF7E5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91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0F6" w:rsidRPr="00B52F86" w:rsidRDefault="004560F6" w:rsidP="00890E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0F6" w:rsidRPr="00B52F86" w:rsidRDefault="004560F6" w:rsidP="00C539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F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2F86"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(за исключением государственных (муниципальных) учреждений - производителям товаров, работ, услуг в целях 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C53902">
              <w:rPr>
                <w:rFonts w:ascii="Times New Roman" w:hAnsi="Times New Roman" w:cs="Times New Roman"/>
                <w:color w:val="000000"/>
                <w:lang w:eastAsia="ru-RU"/>
              </w:rPr>
              <w:t>азвити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я</w:t>
            </w:r>
            <w:r w:rsidRPr="00C53902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малого и среднего предпринимательства на территории муниципального образования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0F6" w:rsidRPr="00B52F86" w:rsidRDefault="004560F6" w:rsidP="00317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4560F6" w:rsidRDefault="004560F6" w:rsidP="00B52F86">
      <w:pPr>
        <w:rPr>
          <w:sz w:val="24"/>
          <w:szCs w:val="24"/>
        </w:rPr>
      </w:pPr>
    </w:p>
    <w:p w:rsidR="004560F6" w:rsidRPr="00587812" w:rsidRDefault="004560F6" w:rsidP="00BB07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560F6" w:rsidRPr="00587812" w:rsidSect="00BD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777"/>
    <w:rsid w:val="000F3E79"/>
    <w:rsid w:val="00131D28"/>
    <w:rsid w:val="00174690"/>
    <w:rsid w:val="002A4B90"/>
    <w:rsid w:val="002B5754"/>
    <w:rsid w:val="002C143F"/>
    <w:rsid w:val="00302CF4"/>
    <w:rsid w:val="003052FE"/>
    <w:rsid w:val="003175A0"/>
    <w:rsid w:val="003642A8"/>
    <w:rsid w:val="00401090"/>
    <w:rsid w:val="004254A1"/>
    <w:rsid w:val="004560F6"/>
    <w:rsid w:val="004730A4"/>
    <w:rsid w:val="0050065B"/>
    <w:rsid w:val="00514168"/>
    <w:rsid w:val="0052316C"/>
    <w:rsid w:val="00587812"/>
    <w:rsid w:val="005C2C99"/>
    <w:rsid w:val="0060710B"/>
    <w:rsid w:val="006A4920"/>
    <w:rsid w:val="007474AB"/>
    <w:rsid w:val="00820BEA"/>
    <w:rsid w:val="0088077F"/>
    <w:rsid w:val="00890E4F"/>
    <w:rsid w:val="008949F7"/>
    <w:rsid w:val="00901DC1"/>
    <w:rsid w:val="00A768DF"/>
    <w:rsid w:val="00AB5759"/>
    <w:rsid w:val="00AF7E5B"/>
    <w:rsid w:val="00B13557"/>
    <w:rsid w:val="00B52F86"/>
    <w:rsid w:val="00BB0777"/>
    <w:rsid w:val="00BD7468"/>
    <w:rsid w:val="00C53902"/>
    <w:rsid w:val="00D100E6"/>
    <w:rsid w:val="00D26BE8"/>
    <w:rsid w:val="00DC3DE1"/>
    <w:rsid w:val="00E26F59"/>
    <w:rsid w:val="00E32EF0"/>
    <w:rsid w:val="00E76769"/>
    <w:rsid w:val="00E932AC"/>
    <w:rsid w:val="00F01337"/>
    <w:rsid w:val="00F8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77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2F8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2F86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52F86"/>
    <w:pPr>
      <w:ind w:left="720"/>
    </w:pPr>
  </w:style>
  <w:style w:type="paragraph" w:customStyle="1" w:styleId="ConsPlusNormal">
    <w:name w:val="ConsPlusNormal"/>
    <w:uiPriority w:val="99"/>
    <w:rsid w:val="00B52F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52F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75A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175A0"/>
    <w:pPr>
      <w:spacing w:after="0" w:line="360" w:lineRule="auto"/>
      <w:ind w:firstLine="70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175A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C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3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138</Words>
  <Characters>792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Рыбакова</dc:creator>
  <cp:keywords/>
  <dc:description/>
  <cp:lastModifiedBy>##</cp:lastModifiedBy>
  <cp:revision>12</cp:revision>
  <cp:lastPrinted>2015-12-29T06:36:00Z</cp:lastPrinted>
  <dcterms:created xsi:type="dcterms:W3CDTF">2015-12-29T07:13:00Z</dcterms:created>
  <dcterms:modified xsi:type="dcterms:W3CDTF">2016-12-26T08:08:00Z</dcterms:modified>
</cp:coreProperties>
</file>